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6F3CB6" w:rsidRPr="00986C54" w:rsidRDefault="00121D04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lang w:val="de-DE"/>
              </w:rPr>
              <w:t>CER2S</w:t>
            </w:r>
            <w:r w:rsidR="00AC50DB">
              <w:rPr>
                <w:rFonts w:asciiTheme="minorHAnsi" w:hAnsiTheme="minorHAnsi" w:cstheme="minorHAnsi"/>
                <w:b/>
                <w:bCs/>
                <w:lang w:val="de-DE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lang w:val="de-DE"/>
              </w:rPr>
              <w:t>NC</w:t>
            </w:r>
          </w:p>
        </w:tc>
      </w:tr>
      <w:tr w:rsidR="006F3CB6" w:rsidRPr="00BE0430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6F3CB6" w:rsidRPr="00986C54" w:rsidRDefault="006F3CB6" w:rsidP="0016579A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1713EA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 w:rsidRPr="00986C54">
              <w:rPr>
                <w:rFonts w:asciiTheme="minorHAnsi" w:hAnsiTheme="minorHAnsi" w:cstheme="minorHAnsi"/>
                <w:lang w:val="de-DE"/>
              </w:rPr>
              <w:t>Klein für Beutel</w:t>
            </w:r>
          </w:p>
        </w:tc>
      </w:tr>
      <w:tr w:rsidR="006F3CB6" w:rsidRPr="00BE0430" w:rsidTr="006F3CB6">
        <w:tc>
          <w:tcPr>
            <w:tcW w:w="3510" w:type="dxa"/>
          </w:tcPr>
          <w:p w:rsidR="006F3CB6" w:rsidRPr="00986C54" w:rsidRDefault="006F3CB6" w:rsidP="006F3CB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6F3CB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6F3CB6" w:rsidRPr="00986C54" w:rsidRDefault="00123E23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AC50DB" w:rsidRPr="00AC50DB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6F3CB6" w:rsidRPr="00986C54" w:rsidRDefault="001713E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6F3CB6" w:rsidRPr="00BE0430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Seife.</w:t>
            </w:r>
          </w:p>
        </w:tc>
      </w:tr>
      <w:tr w:rsidR="006F3CB6" w:rsidRPr="00BE0430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0D62F5" w:rsidRPr="00986C54" w:rsidTr="006F3CB6">
        <w:tc>
          <w:tcPr>
            <w:tcW w:w="3510" w:type="dxa"/>
          </w:tcPr>
          <w:p w:rsidR="000D62F5" w:rsidRPr="00986C54" w:rsidRDefault="000D62F5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0D62F5" w:rsidRPr="00986C54" w:rsidRDefault="000D62F5" w:rsidP="00334A2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0D62F5" w:rsidRPr="00986C54" w:rsidTr="006F3CB6">
        <w:tc>
          <w:tcPr>
            <w:tcW w:w="3510" w:type="dxa"/>
          </w:tcPr>
          <w:p w:rsidR="000D62F5" w:rsidRPr="00986C54" w:rsidRDefault="000D62F5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0D62F5" w:rsidRPr="00986C54" w:rsidRDefault="000D62F5" w:rsidP="00334A2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BE0430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141C7F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 w:rsidRPr="00986C54">
              <w:rPr>
                <w:rFonts w:asciiTheme="minorHAnsi" w:hAnsiTheme="minorHAnsi" w:cstheme="minorHAnsi"/>
                <w:lang w:val="de-DE"/>
              </w:rPr>
              <w:t>Klein: Spendet berührungslos Wasser</w:t>
            </w:r>
            <w:r w:rsidR="001713EA">
              <w:rPr>
                <w:rFonts w:asciiTheme="minorHAnsi" w:hAnsiTheme="minorHAnsi" w:cstheme="minorHAnsi"/>
                <w:lang w:val="de-DE"/>
              </w:rPr>
              <w:t xml:space="preserve"> und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Seife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6F3CB6" w:rsidRPr="00BE0430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BE0430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6F3CB6" w:rsidRPr="00986C54" w:rsidRDefault="001713E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1713EA">
              <w:rPr>
                <w:rFonts w:asciiTheme="minorHAnsi" w:hAnsiTheme="minorHAnsi" w:cstheme="minorHAnsi"/>
                <w:lang w:val="de-DE"/>
              </w:rPr>
              <w:t>Seifenbox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 xml:space="preserve">für </w:t>
            </w:r>
            <w:r w:rsidR="00AC50DB" w:rsidRPr="00AC50DB">
              <w:rPr>
                <w:rFonts w:asciiTheme="minorHAnsi" w:hAnsiTheme="minorHAnsi" w:cstheme="minorHAnsi"/>
                <w:lang w:val="de-DE"/>
              </w:rPr>
              <w:t>Flaschen</w:t>
            </w:r>
            <w:r w:rsidR="00AC50DB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DD1FE4">
              <w:rPr>
                <w:rFonts w:asciiTheme="minorHAnsi" w:hAnsiTheme="minorHAnsi" w:cstheme="minorHAnsi"/>
                <w:lang w:val="de-DE"/>
              </w:rPr>
              <w:t>mit Seife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6F3CB6" w:rsidRPr="00986C54" w:rsidRDefault="006F3CB6" w:rsidP="00123E23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</w:tbl>
    <w:p w:rsidR="00921DEB" w:rsidRPr="006F3CB6" w:rsidRDefault="00921DEB" w:rsidP="006F3CB6"/>
    <w:sectPr w:rsidR="00921DEB" w:rsidRPr="006F3CB6" w:rsidSect="001871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05A" w:rsidRDefault="0083405A" w:rsidP="00187130">
      <w:pPr>
        <w:spacing w:line="240" w:lineRule="auto"/>
      </w:pPr>
      <w:r>
        <w:separator/>
      </w:r>
    </w:p>
  </w:endnote>
  <w:endnote w:type="continuationSeparator" w:id="0">
    <w:p w:rsidR="0083405A" w:rsidRDefault="0083405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3E0AE9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141C7F">
            <w:rPr>
              <w:sz w:val="16"/>
              <w:szCs w:val="16"/>
            </w:rPr>
            <w:fldChar w:fldCharType="begin"/>
          </w:r>
          <w:r w:rsidR="00141C7F">
            <w:rPr>
              <w:sz w:val="16"/>
              <w:szCs w:val="16"/>
              <w:lang w:val="de-DE"/>
            </w:rPr>
            <w:instrText xml:space="preserve"> TIME \@ "dd.MM.yyyy" </w:instrText>
          </w:r>
          <w:r w:rsidR="00141C7F">
            <w:rPr>
              <w:sz w:val="16"/>
              <w:szCs w:val="16"/>
            </w:rPr>
            <w:fldChar w:fldCharType="separate"/>
          </w:r>
          <w:r w:rsidR="00BE0430">
            <w:rPr>
              <w:noProof/>
              <w:sz w:val="16"/>
              <w:szCs w:val="16"/>
              <w:lang w:val="de-DE"/>
            </w:rPr>
            <w:t>27.01.2020</w:t>
          </w:r>
          <w:r w:rsidR="00141C7F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3E2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3E2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3E0AE9" w:rsidP="003E0AE9">
    <w:pPr>
      <w:pStyle w:val="Fuzeile"/>
      <w:tabs>
        <w:tab w:val="clear" w:pos="4680"/>
        <w:tab w:val="clear" w:pos="9360"/>
        <w:tab w:val="left" w:pos="159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05A" w:rsidRDefault="0083405A" w:rsidP="00187130">
      <w:pPr>
        <w:spacing w:line="240" w:lineRule="auto"/>
      </w:pPr>
      <w:r>
        <w:separator/>
      </w:r>
    </w:p>
  </w:footnote>
  <w:footnote w:type="continuationSeparator" w:id="0">
    <w:p w:rsidR="0083405A" w:rsidRDefault="0083405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C7F" w:rsidRDefault="00141C7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D62F5"/>
    <w:rsid w:val="000E101F"/>
    <w:rsid w:val="00121D04"/>
    <w:rsid w:val="00123E23"/>
    <w:rsid w:val="00141C7F"/>
    <w:rsid w:val="0016579A"/>
    <w:rsid w:val="001713EA"/>
    <w:rsid w:val="00187130"/>
    <w:rsid w:val="003B07FB"/>
    <w:rsid w:val="003E0AE9"/>
    <w:rsid w:val="006F3CB6"/>
    <w:rsid w:val="0083405A"/>
    <w:rsid w:val="008D6316"/>
    <w:rsid w:val="00921DEB"/>
    <w:rsid w:val="00AC50DB"/>
    <w:rsid w:val="00BE0430"/>
    <w:rsid w:val="00BF46BD"/>
    <w:rsid w:val="00DD1FE4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D8A3F26"/>
  <w15:docId w15:val="{5751B9D7-B08F-4B70-8E96-8B39B7F8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175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11</cp:revision>
  <dcterms:created xsi:type="dcterms:W3CDTF">2015-05-21T07:26:00Z</dcterms:created>
  <dcterms:modified xsi:type="dcterms:W3CDTF">2020-01-27T14:51:00Z</dcterms:modified>
</cp:coreProperties>
</file>